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2CB714" w14:textId="77777777" w:rsidR="00F14212" w:rsidRPr="00DC76A0" w:rsidRDefault="00F14212" w:rsidP="00312871">
      <w:pPr>
        <w:rPr>
          <w:szCs w:val="16"/>
        </w:rPr>
      </w:pPr>
    </w:p>
    <w:sectPr w:rsidR="00F14212" w:rsidRPr="00DC76A0" w:rsidSect="00A366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" w:h="3175" w:code="266"/>
      <w:pgMar w:top="567" w:right="397" w:bottom="397" w:left="397" w:header="312" w:footer="454" w:gutter="340"/>
      <w:cols w:space="425"/>
      <w:textDirection w:val="tbRl"/>
      <w:docGrid w:linePitch="2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3A4BE" w14:textId="77777777" w:rsidR="000442C9" w:rsidRDefault="000442C9">
      <w:r>
        <w:separator/>
      </w:r>
    </w:p>
  </w:endnote>
  <w:endnote w:type="continuationSeparator" w:id="0">
    <w:p w14:paraId="020C3DA5" w14:textId="77777777" w:rsidR="000442C9" w:rsidRDefault="00044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0AB21" w14:textId="77777777" w:rsidR="00610887" w:rsidRDefault="0061088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31730" w14:textId="77777777" w:rsidR="00610887" w:rsidRDefault="00610887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69BE9" w14:textId="77777777" w:rsidR="00610887" w:rsidRDefault="0061088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D6EB4" w14:textId="77777777" w:rsidR="000442C9" w:rsidRDefault="000442C9">
      <w:r>
        <w:separator/>
      </w:r>
    </w:p>
  </w:footnote>
  <w:footnote w:type="continuationSeparator" w:id="0">
    <w:p w14:paraId="7525436D" w14:textId="77777777" w:rsidR="000442C9" w:rsidRDefault="00044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598BC" w14:textId="77777777" w:rsidR="00072367" w:rsidRDefault="00072367" w:rsidP="00D71B2C">
    <w:pPr>
      <w:pStyle w:val="a3"/>
      <w:jc w:val="right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A80AB5">
      <w:rPr>
        <w:rStyle w:val="a6"/>
        <w:noProof/>
      </w:rPr>
      <w:t>2</w:t>
    </w:r>
    <w:r>
      <w:rPr>
        <w:rStyle w:val="a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6FDEF" w14:textId="77777777" w:rsidR="00072367" w:rsidRPr="00AE2597" w:rsidRDefault="00072367">
    <w:pPr>
      <w:pStyle w:val="a3"/>
      <w:rPr>
        <w:szCs w:val="16"/>
      </w:rPr>
    </w:pPr>
    <w:r w:rsidRPr="00AE2597">
      <w:rPr>
        <w:rStyle w:val="a6"/>
        <w:szCs w:val="16"/>
      </w:rPr>
      <w:fldChar w:fldCharType="begin"/>
    </w:r>
    <w:r w:rsidRPr="00AE2597">
      <w:rPr>
        <w:rStyle w:val="a6"/>
        <w:szCs w:val="16"/>
      </w:rPr>
      <w:instrText xml:space="preserve"> PAGE </w:instrText>
    </w:r>
    <w:r w:rsidRPr="00AE2597">
      <w:rPr>
        <w:rStyle w:val="a6"/>
        <w:szCs w:val="16"/>
      </w:rPr>
      <w:fldChar w:fldCharType="separate"/>
    </w:r>
    <w:r w:rsidR="00A44F18" w:rsidRPr="00AE2597">
      <w:rPr>
        <w:rStyle w:val="a6"/>
        <w:noProof/>
        <w:szCs w:val="16"/>
      </w:rPr>
      <w:t>1</w:t>
    </w:r>
    <w:r w:rsidRPr="00AE2597">
      <w:rPr>
        <w:rStyle w:val="a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D9643" w14:textId="77777777" w:rsidR="00610887" w:rsidRDefault="006108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81"/>
  <w:drawingGridVerticalSpacing w:val="147"/>
  <w:displayHorizontalDrawingGridEvery w:val="0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6CE"/>
    <w:rsid w:val="00013746"/>
    <w:rsid w:val="000442C9"/>
    <w:rsid w:val="00047231"/>
    <w:rsid w:val="00072367"/>
    <w:rsid w:val="00105E90"/>
    <w:rsid w:val="00230BF2"/>
    <w:rsid w:val="00312871"/>
    <w:rsid w:val="00343569"/>
    <w:rsid w:val="00610887"/>
    <w:rsid w:val="006259B9"/>
    <w:rsid w:val="006E1761"/>
    <w:rsid w:val="00711B47"/>
    <w:rsid w:val="00715FB5"/>
    <w:rsid w:val="0079171A"/>
    <w:rsid w:val="007B2F08"/>
    <w:rsid w:val="007C3FB4"/>
    <w:rsid w:val="00826E30"/>
    <w:rsid w:val="008E3E98"/>
    <w:rsid w:val="00906C72"/>
    <w:rsid w:val="00A10C7B"/>
    <w:rsid w:val="00A366CE"/>
    <w:rsid w:val="00A44F18"/>
    <w:rsid w:val="00A80AB5"/>
    <w:rsid w:val="00AE2597"/>
    <w:rsid w:val="00B42FB7"/>
    <w:rsid w:val="00BD7590"/>
    <w:rsid w:val="00CD7E72"/>
    <w:rsid w:val="00D71B2C"/>
    <w:rsid w:val="00DC76A0"/>
    <w:rsid w:val="00F14212"/>
    <w:rsid w:val="00F401A5"/>
    <w:rsid w:val="00F86DCF"/>
    <w:rsid w:val="00FC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6E003B"/>
  <w15:chartTrackingRefBased/>
  <w15:docId w15:val="{0848B36F-B5F2-4EDB-B154-1ED455132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C0495"/>
    <w:pPr>
      <w:widowControl w:val="0"/>
      <w:jc w:val="both"/>
    </w:pPr>
    <w:rPr>
      <w:kern w:val="2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26E3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826E3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826E30"/>
  </w:style>
  <w:style w:type="character" w:customStyle="1" w:styleId="a5">
    <w:name w:val="フッター (文字)"/>
    <w:link w:val="a4"/>
    <w:uiPriority w:val="99"/>
    <w:rsid w:val="00610887"/>
    <w:rPr>
      <w:kern w:val="2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ima\AppData\Local\Temp\3b6f44ae-66dc-46b9-a651-c59e4f27440a_A8_t.zip.40a\A8_t\A8_&#33509;&#33865;_&#32294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B7506-2B68-4DF1-89B5-EF0CD728E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A8_若葉_縦.dot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株式会社　しまや出版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しまや太郎</dc:creator>
  <cp:keywords/>
  <dc:description/>
  <cp:lastModifiedBy>太郎 しまや</cp:lastModifiedBy>
  <cp:revision>1</cp:revision>
  <cp:lastPrinted>2020-04-02T09:17:00Z</cp:lastPrinted>
  <dcterms:created xsi:type="dcterms:W3CDTF">2024-09-27T07:28:00Z</dcterms:created>
  <dcterms:modified xsi:type="dcterms:W3CDTF">2024-09-27T07:30:00Z</dcterms:modified>
</cp:coreProperties>
</file>